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 w14:paraId="0741D770" w14:textId="77777777">
        <w:trPr>
          <w:cantSplit/>
          <w:trHeight w:val="284"/>
        </w:trPr>
        <w:tc>
          <w:tcPr>
            <w:tcW w:w="9498" w:type="dxa"/>
            <w:gridSpan w:val="2"/>
          </w:tcPr>
          <w:p w14:paraId="2214B9FA" w14:textId="77777777"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73E82" w:rsidRPr="00C80ADA">
              <w:rPr>
                <w:noProof/>
              </w:rPr>
              <w:t>KINNISVARAOSAKONNA JUHATAJA</w:t>
            </w:r>
            <w:r>
              <w:fldChar w:fldCharType="end"/>
            </w:r>
          </w:p>
          <w:p w14:paraId="102F7255" w14:textId="77777777"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 w14:paraId="6EF3BDE6" w14:textId="77777777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14:paraId="03F28BC7" w14:textId="77777777"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14:paraId="0AE90B97" w14:textId="77777777" w:rsidR="00F158E9" w:rsidRDefault="00330D03" w:rsidP="006B4DFD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B4DFD">
              <w:t> </w:t>
            </w:r>
            <w:r w:rsidR="006B4DFD">
              <w:t> </w:t>
            </w:r>
            <w:r w:rsidR="006B4DFD">
              <w:t> </w:t>
            </w:r>
            <w:r w:rsidR="006B4DFD">
              <w:t> </w:t>
            </w:r>
            <w:r w:rsidR="006B4DFD">
              <w:t> 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14:paraId="296E5F79" w14:textId="77777777"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14:paraId="0A51609B" w14:textId="25B16E27" w:rsidR="00F158E9" w:rsidRDefault="00330D03" w:rsidP="00C3374C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B0FC6">
              <w:t>05.09.2024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80ADA">
              <w:rPr>
                <w:noProof/>
              </w:rPr>
              <w:t>1-5/</w:t>
            </w:r>
            <w:r w:rsidR="00E5009B">
              <w:rPr>
                <w:noProof/>
              </w:rPr>
              <w:t>65</w:t>
            </w:r>
            <w:r>
              <w:fldChar w:fldCharType="end"/>
            </w:r>
          </w:p>
        </w:tc>
      </w:tr>
    </w:tbl>
    <w:p w14:paraId="17C9051C" w14:textId="77777777" w:rsidR="00F158E9" w:rsidRDefault="00F158E9">
      <w:pPr>
        <w:framePr w:w="9526" w:h="1474" w:wrap="notBeside" w:vAnchor="page" w:hAnchor="page" w:x="1702" w:y="3063"/>
        <w:rPr>
          <w:sz w:val="12"/>
        </w:rPr>
      </w:pPr>
    </w:p>
    <w:p w14:paraId="15D5D406" w14:textId="77777777" w:rsidR="00F158E9" w:rsidRDefault="007F018C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C70094D" wp14:editId="6121AAFC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39D48" w14:textId="77777777" w:rsidR="00F158E9" w:rsidRDefault="00F158E9">
      <w:pPr>
        <w:pStyle w:val="Footer"/>
      </w:pPr>
    </w:p>
    <w:bookmarkStart w:id="1" w:name="Text7"/>
    <w:p w14:paraId="72CB995D" w14:textId="35909526" w:rsidR="00622DD6" w:rsidRDefault="00D638ED" w:rsidP="00973385">
      <w:pPr>
        <w:rPr>
          <w:b/>
          <w:bCs/>
          <w:color w:val="000000"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973385">
        <w:rPr>
          <w:b/>
          <w:bCs/>
          <w:color w:val="000000"/>
        </w:rPr>
        <w:t xml:space="preserve">Esmaabiandjate määramine RMK kasutuses olevatele </w:t>
      </w:r>
    </w:p>
    <w:p w14:paraId="2225A85A" w14:textId="27C60571" w:rsidR="006322DF" w:rsidRPr="006322DF" w:rsidRDefault="00973385" w:rsidP="00973385">
      <w:r>
        <w:rPr>
          <w:b/>
          <w:bCs/>
          <w:color w:val="000000"/>
        </w:rPr>
        <w:t>hoonestatud kinnisvaraobjektidele </w:t>
      </w:r>
    </w:p>
    <w:p w14:paraId="19B84C54" w14:textId="77777777" w:rsidR="00F158E9" w:rsidRDefault="00D638ED">
      <w:pPr>
        <w:pStyle w:val="Heading1"/>
      </w:pPr>
      <w:r>
        <w:fldChar w:fldCharType="end"/>
      </w:r>
      <w:bookmarkEnd w:id="1"/>
    </w:p>
    <w:p w14:paraId="4E54FEDE" w14:textId="77777777" w:rsidR="00F158E9" w:rsidRDefault="00F158E9"/>
    <w:p w14:paraId="2DC26803" w14:textId="77777777" w:rsidR="00F158E9" w:rsidRDefault="00F158E9">
      <w:pPr>
        <w:rPr>
          <w:sz w:val="26"/>
        </w:rPr>
      </w:pPr>
    </w:p>
    <w:p w14:paraId="161CFB02" w14:textId="77777777" w:rsidR="00F158E9" w:rsidRDefault="00F158E9">
      <w:pPr>
        <w:sectPr w:rsidR="00F158E9">
          <w:footerReference w:type="default" r:id="rId8"/>
          <w:headerReference w:type="first" r:id="rId9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70D62CE0" w14:textId="77777777" w:rsidR="00C3374C" w:rsidRPr="00C3374C" w:rsidRDefault="00973385" w:rsidP="00C3374C">
      <w:pPr>
        <w:pStyle w:val="Heading3"/>
        <w:shd w:val="clear" w:color="auto" w:fill="FFFFFF"/>
        <w:jc w:val="both"/>
        <w:rPr>
          <w:b w:val="0"/>
          <w:color w:val="000000"/>
        </w:rPr>
      </w:pPr>
      <w:r w:rsidRPr="00973385">
        <w:rPr>
          <w:b w:val="0"/>
          <w:color w:val="000000"/>
        </w:rPr>
        <w:t xml:space="preserve">Tulenevalt töötervishoiu ja tööohutuse seaduse </w:t>
      </w:r>
      <w:r w:rsidRPr="00973385">
        <w:rPr>
          <w:rStyle w:val="Strong"/>
          <w:bCs w:val="0"/>
          <w:color w:val="000000"/>
          <w:szCs w:val="24"/>
          <w:bdr w:val="none" w:sz="0" w:space="0" w:color="auto" w:frame="1"/>
        </w:rPr>
        <w:t>§ 13</w:t>
      </w:r>
      <w:r w:rsidRPr="00973385">
        <w:rPr>
          <w:rStyle w:val="Strong"/>
          <w:bCs w:val="0"/>
          <w:color w:val="000000"/>
          <w:szCs w:val="24"/>
          <w:bdr w:val="none" w:sz="0" w:space="0" w:color="auto" w:frame="1"/>
          <w:vertAlign w:val="superscript"/>
        </w:rPr>
        <w:t>2</w:t>
      </w:r>
      <w:r>
        <w:rPr>
          <w:rStyle w:val="Strong"/>
          <w:rFonts w:ascii="Arial" w:hAnsi="Arial" w:cs="Arial"/>
          <w:bCs w:val="0"/>
          <w:color w:val="000000"/>
          <w:sz w:val="21"/>
          <w:szCs w:val="21"/>
          <w:bdr w:val="none" w:sz="0" w:space="0" w:color="auto" w:frame="1"/>
        </w:rPr>
        <w:t xml:space="preserve"> </w:t>
      </w:r>
      <w:r w:rsidRPr="00973385">
        <w:rPr>
          <w:b w:val="0"/>
          <w:color w:val="000000"/>
        </w:rPr>
        <w:t>lg 1 p 1</w:t>
      </w:r>
      <w:r>
        <w:rPr>
          <w:b w:val="0"/>
          <w:color w:val="000000"/>
        </w:rPr>
        <w:t xml:space="preserve">, </w:t>
      </w:r>
      <w:r w:rsidRPr="00973385">
        <w:rPr>
          <w:b w:val="0"/>
          <w:color w:val="000000"/>
        </w:rPr>
        <w:t>Riigimets</w:t>
      </w:r>
      <w:r>
        <w:rPr>
          <w:b w:val="0"/>
          <w:color w:val="000000"/>
        </w:rPr>
        <w:t>a Majandamise Keskuse juhatuse 1</w:t>
      </w:r>
      <w:r w:rsidRPr="00973385">
        <w:rPr>
          <w:b w:val="0"/>
          <w:color w:val="000000"/>
        </w:rPr>
        <w:t>7.</w:t>
      </w:r>
      <w:r>
        <w:rPr>
          <w:b w:val="0"/>
          <w:color w:val="000000"/>
        </w:rPr>
        <w:t>12.2019</w:t>
      </w:r>
      <w:r w:rsidRPr="00973385">
        <w:rPr>
          <w:b w:val="0"/>
          <w:color w:val="000000"/>
        </w:rPr>
        <w:t>.a</w:t>
      </w:r>
      <w:r>
        <w:rPr>
          <w:b w:val="0"/>
          <w:color w:val="000000"/>
        </w:rPr>
        <w:t>.</w:t>
      </w:r>
      <w:r w:rsidRPr="00973385">
        <w:rPr>
          <w:b w:val="0"/>
          <w:color w:val="000000"/>
        </w:rPr>
        <w:t xml:space="preserve"> otsuse</w:t>
      </w:r>
      <w:r>
        <w:rPr>
          <w:b w:val="0"/>
          <w:color w:val="000000"/>
        </w:rPr>
        <w:t>ga nr 1-32/100 kinnitatud</w:t>
      </w:r>
      <w:r w:rsidR="00C3374C" w:rsidRPr="00C3374C">
        <w:rPr>
          <w:color w:val="000000"/>
        </w:rPr>
        <w:t xml:space="preserve"> </w:t>
      </w:r>
      <w:r w:rsidR="00C3374C" w:rsidRPr="00C3374C">
        <w:rPr>
          <w:b w:val="0"/>
          <w:color w:val="000000"/>
        </w:rPr>
        <w:t>RMK töötervishoiu ja tööohutuse juhend</w:t>
      </w:r>
      <w:r w:rsidR="00C3374C">
        <w:rPr>
          <w:b w:val="0"/>
          <w:color w:val="000000"/>
        </w:rPr>
        <w:t>i</w:t>
      </w:r>
    </w:p>
    <w:p w14:paraId="63849392" w14:textId="06059000" w:rsidR="00973385" w:rsidRPr="00335DAA" w:rsidRDefault="00C3374C" w:rsidP="00335DAA">
      <w:pPr>
        <w:pStyle w:val="Heading3"/>
        <w:shd w:val="clear" w:color="auto" w:fill="FFFFFF"/>
        <w:jc w:val="both"/>
        <w:rPr>
          <w:rFonts w:ascii="Arial" w:hAnsi="Arial" w:cs="Arial"/>
          <w:b w:val="0"/>
          <w:color w:val="000000"/>
          <w:spacing w:val="0"/>
          <w:position w:val="0"/>
          <w:sz w:val="21"/>
          <w:szCs w:val="21"/>
          <w:lang w:eastAsia="et-EE"/>
        </w:rPr>
      </w:pPr>
      <w:r w:rsidRPr="00973385">
        <w:rPr>
          <w:b w:val="0"/>
          <w:color w:val="000000"/>
        </w:rPr>
        <w:t>P</w:t>
      </w:r>
      <w:r>
        <w:rPr>
          <w:b w:val="0"/>
          <w:color w:val="000000"/>
        </w:rPr>
        <w:t xml:space="preserve"> 5.1</w:t>
      </w:r>
      <w:r w:rsidR="00973385" w:rsidRPr="00973385">
        <w:rPr>
          <w:b w:val="0"/>
          <w:color w:val="000000"/>
        </w:rPr>
        <w:t xml:space="preserve"> ja Riigimetsa</w:t>
      </w:r>
      <w:r>
        <w:rPr>
          <w:b w:val="0"/>
          <w:color w:val="000000"/>
        </w:rPr>
        <w:t xml:space="preserve"> Majandamise Keskuse juhatuse </w:t>
      </w:r>
      <w:r w:rsidR="00622DD6">
        <w:rPr>
          <w:b w:val="0"/>
          <w:color w:val="000000"/>
        </w:rPr>
        <w:t>02.04.2024</w:t>
      </w:r>
      <w:r w:rsidR="00973385" w:rsidRPr="00973385">
        <w:rPr>
          <w:b w:val="0"/>
          <w:color w:val="000000"/>
        </w:rPr>
        <w:t>.a</w:t>
      </w:r>
      <w:r>
        <w:rPr>
          <w:b w:val="0"/>
          <w:color w:val="000000"/>
        </w:rPr>
        <w:t>. otsusega nr 1-32/</w:t>
      </w:r>
      <w:r w:rsidR="00622DD6">
        <w:rPr>
          <w:b w:val="0"/>
          <w:color w:val="000000"/>
        </w:rPr>
        <w:t>26</w:t>
      </w:r>
      <w:r w:rsidR="00973385" w:rsidRPr="00973385">
        <w:rPr>
          <w:b w:val="0"/>
          <w:color w:val="000000"/>
        </w:rPr>
        <w:t xml:space="preserve"> kinnitatud „RMK kinnisvaraosakonn</w:t>
      </w:r>
      <w:r w:rsidR="00373E82">
        <w:rPr>
          <w:b w:val="0"/>
          <w:color w:val="000000"/>
        </w:rPr>
        <w:t xml:space="preserve">a põhimääruse“ punktidest 2.1, </w:t>
      </w:r>
      <w:r w:rsidR="00973385" w:rsidRPr="00973385">
        <w:rPr>
          <w:b w:val="0"/>
          <w:color w:val="000000"/>
        </w:rPr>
        <w:t>2.2.</w:t>
      </w:r>
      <w:r w:rsidR="00622DD6">
        <w:rPr>
          <w:b w:val="0"/>
          <w:color w:val="000000"/>
        </w:rPr>
        <w:t>10</w:t>
      </w:r>
      <w:r w:rsidR="00973385" w:rsidRPr="00973385">
        <w:rPr>
          <w:b w:val="0"/>
          <w:color w:val="000000"/>
        </w:rPr>
        <w:t xml:space="preserve"> ja 4.5: </w:t>
      </w:r>
    </w:p>
    <w:p w14:paraId="701E2E2A" w14:textId="17D65001" w:rsidR="00973385" w:rsidRPr="00C3374C" w:rsidRDefault="00973385" w:rsidP="00C3374C">
      <w:pPr>
        <w:numPr>
          <w:ilvl w:val="0"/>
          <w:numId w:val="4"/>
        </w:numPr>
        <w:spacing w:before="100" w:beforeAutospacing="1" w:after="100" w:afterAutospacing="1"/>
        <w:jc w:val="both"/>
        <w:rPr>
          <w:color w:val="000000"/>
        </w:rPr>
      </w:pPr>
      <w:r w:rsidRPr="00C3374C">
        <w:rPr>
          <w:color w:val="000000"/>
        </w:rPr>
        <w:t>Mä</w:t>
      </w:r>
      <w:r w:rsidRPr="00C3374C">
        <w:rPr>
          <w:noProof/>
          <w:color w:val="000000"/>
        </w:rPr>
        <w:t>ä</w:t>
      </w:r>
      <w:r w:rsidRPr="00C3374C">
        <w:rPr>
          <w:color w:val="000000"/>
        </w:rPr>
        <w:t>ran hoonestatud kinnisvara tulemuslikumaks haldamiseks esmaabiandjad RMK kasutuses olevatel hoonestatud kinnisvaraobjektidel vastavalt käskkirja lisale.  </w:t>
      </w:r>
    </w:p>
    <w:p w14:paraId="50DDF133" w14:textId="77777777" w:rsidR="00C3374C" w:rsidRPr="00C3374C" w:rsidRDefault="00973385" w:rsidP="00C3374C">
      <w:pPr>
        <w:numPr>
          <w:ilvl w:val="0"/>
          <w:numId w:val="4"/>
        </w:numPr>
        <w:spacing w:before="100" w:beforeAutospacing="1" w:after="100" w:afterAutospacing="1"/>
        <w:jc w:val="both"/>
        <w:rPr>
          <w:color w:val="000000"/>
        </w:rPr>
      </w:pPr>
      <w:r w:rsidRPr="00C3374C">
        <w:rPr>
          <w:color w:val="000000"/>
        </w:rPr>
        <w:t>Kinnisvaraosakonna kinnisvaraobjektide eest vastutavatel isikutel teha kinnisvaraosa</w:t>
      </w:r>
      <w:r w:rsidRPr="00C3374C">
        <w:rPr>
          <w:color w:val="000000"/>
        </w:rPr>
        <w:softHyphen/>
        <w:t>konna juhatajale vajadusel ettepanek käskkirja punktis 1 nimetatud lisaga kehtestatud nimekirja muutmiseks. </w:t>
      </w:r>
    </w:p>
    <w:p w14:paraId="6D7B19C0" w14:textId="2EBACB5D" w:rsidR="00EB7D90" w:rsidRPr="00C3374C" w:rsidRDefault="00C3374C" w:rsidP="00C3374C">
      <w:pPr>
        <w:numPr>
          <w:ilvl w:val="0"/>
          <w:numId w:val="4"/>
        </w:numPr>
        <w:jc w:val="both"/>
        <w:rPr>
          <w:color w:val="000000"/>
          <w:spacing w:val="0"/>
        </w:rPr>
        <w:sectPr w:rsidR="00EB7D90" w:rsidRPr="00C3374C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 w:rsidRPr="00C3374C">
        <w:rPr>
          <w:color w:val="000000"/>
        </w:rPr>
        <w:t xml:space="preserve">Tunnistada  kehtetuks  RMK kinnisvaraosakonna juhataja </w:t>
      </w:r>
      <w:r w:rsidR="00DE633D">
        <w:rPr>
          <w:color w:val="000000"/>
        </w:rPr>
        <w:t>13.09.2022</w:t>
      </w:r>
      <w:r w:rsidRPr="00C3374C">
        <w:rPr>
          <w:color w:val="000000"/>
        </w:rPr>
        <w:t xml:space="preserve"> käskkiri nr 1-5/</w:t>
      </w:r>
      <w:r w:rsidR="00DE633D">
        <w:rPr>
          <w:color w:val="000000"/>
        </w:rPr>
        <w:t>79</w:t>
      </w:r>
      <w:r w:rsidRPr="00C3374C">
        <w:rPr>
          <w:color w:val="000000"/>
        </w:rPr>
        <w:t xml:space="preserve"> "Esmaabiandjate määramine </w:t>
      </w:r>
      <w:r w:rsidRPr="00C3374C">
        <w:t>RMK kasutuses olevatele hoonestatud kinnisvara</w:t>
      </w:r>
      <w:r w:rsidR="00FF0101">
        <w:t>-</w:t>
      </w:r>
      <w:r w:rsidRPr="00C3374C">
        <w:t>objektidele"</w:t>
      </w:r>
      <w:r w:rsidR="00FF0101">
        <w:t>.</w:t>
      </w:r>
    </w:p>
    <w:p w14:paraId="2697CDFE" w14:textId="77777777" w:rsidR="00F158E9" w:rsidRDefault="00F158E9"/>
    <w:p w14:paraId="28C64AD6" w14:textId="77777777" w:rsidR="00F158E9" w:rsidRDefault="00F158E9"/>
    <w:bookmarkStart w:id="2" w:name="Dropdown9"/>
    <w:p w14:paraId="5A31CB1B" w14:textId="77777777"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4349C312" w14:textId="77777777" w:rsidR="00F158E9" w:rsidRDefault="00F158E9"/>
    <w:p w14:paraId="7FCD5177" w14:textId="77777777" w:rsidR="00F158E9" w:rsidRDefault="00F158E9"/>
    <w:p w14:paraId="02BB50D3" w14:textId="4CA17CE3" w:rsidR="00EB7D90" w:rsidRDefault="00D638ED" w:rsidP="00EB7D90">
      <w:pPr>
        <w:rPr>
          <w:noProof/>
        </w:rPr>
      </w:pPr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AB3C30">
        <w:t>Karl Mänd</w:t>
      </w:r>
    </w:p>
    <w:p w14:paraId="6718553D" w14:textId="6A40E4D5" w:rsidR="00F158E9" w:rsidRDefault="00EB7D90" w:rsidP="00EB7D90">
      <w:r>
        <w:rPr>
          <w:noProof/>
        </w:rPr>
        <w:t>Kinnisvaraosakonna juhataja</w:t>
      </w:r>
      <w:r w:rsidR="003F7559">
        <w:rPr>
          <w:noProof/>
        </w:rPr>
        <w:t xml:space="preserve"> </w:t>
      </w:r>
      <w:r w:rsidR="00D638ED">
        <w:fldChar w:fldCharType="end"/>
      </w:r>
    </w:p>
    <w:p w14:paraId="2B8AF3E8" w14:textId="77777777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335DAA">
        <w:t> </w:t>
      </w:r>
      <w:r w:rsidR="00335DAA">
        <w:t> </w:t>
      </w:r>
      <w:r w:rsidR="00335DAA">
        <w:t> </w:t>
      </w:r>
      <w:r w:rsidR="00335DAA">
        <w:t> </w:t>
      </w:r>
      <w:r w:rsidR="00335DAA">
        <w:t> </w:t>
      </w:r>
      <w:r>
        <w:fldChar w:fldCharType="end"/>
      </w:r>
    </w:p>
    <w:p w14:paraId="0CBBE799" w14:textId="77777777" w:rsidR="00F158E9" w:rsidRDefault="00F158E9"/>
    <w:p w14:paraId="1FB083AB" w14:textId="77777777" w:rsidR="00F158E9" w:rsidRDefault="00F158E9"/>
    <w:p w14:paraId="51B7FB9B" w14:textId="77777777" w:rsidR="00F158E9" w:rsidRDefault="00F158E9"/>
    <w:bookmarkStart w:id="3" w:name="Text28"/>
    <w:p w14:paraId="15059930" w14:textId="35281897"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7E7F78">
        <w:t>Ja</w:t>
      </w:r>
      <w:r w:rsidR="00EB7D90" w:rsidRPr="00EB7D90">
        <w:rPr>
          <w:noProof/>
        </w:rPr>
        <w:t xml:space="preserve">otuskava: </w:t>
      </w:r>
      <w:r w:rsidR="005677BE">
        <w:rPr>
          <w:noProof/>
        </w:rPr>
        <w:t>Kuido Toom,T</w:t>
      </w:r>
      <w:r w:rsidR="00FF0101">
        <w:rPr>
          <w:noProof/>
        </w:rPr>
        <w:t xml:space="preserve">õnis Piir, </w:t>
      </w:r>
      <w:r w:rsidR="00A03D47">
        <w:rPr>
          <w:noProof/>
        </w:rPr>
        <w:t xml:space="preserve">Aavo Urbel, Aarne Pupart, </w:t>
      </w:r>
      <w:r w:rsidR="00FF0101">
        <w:rPr>
          <w:noProof/>
        </w:rPr>
        <w:t>Terje Edur</w:t>
      </w:r>
      <w:r w:rsidR="00754127">
        <w:rPr>
          <w:noProof/>
        </w:rPr>
        <w:t xml:space="preserve">, </w:t>
      </w:r>
      <w:r w:rsidR="008B083A">
        <w:rPr>
          <w:noProof/>
        </w:rPr>
        <w:t>Uno Koppelmaa, Tarmo Põkka, Reet Karu,</w:t>
      </w:r>
      <w:r w:rsidR="00373E82">
        <w:rPr>
          <w:noProof/>
        </w:rPr>
        <w:t xml:space="preserve"> Tauno Piho, Ene Timberg, Katrin Võlli, </w:t>
      </w:r>
      <w:r w:rsidR="008E0573">
        <w:rPr>
          <w:noProof/>
        </w:rPr>
        <w:t>Kaja Neemre, Aive Laidver,</w:t>
      </w:r>
      <w:r w:rsidR="004569C5">
        <w:rPr>
          <w:noProof/>
        </w:rPr>
        <w:t xml:space="preserve"> Aimar Pärnalaas,</w:t>
      </w:r>
      <w:r w:rsidR="008E0573">
        <w:rPr>
          <w:noProof/>
        </w:rPr>
        <w:t>Ülla Tomp, Enno Kuusk, Romas Liekis, Loki Rämmer, Heli Nestra, aav</w:t>
      </w:r>
      <w:r w:rsidR="00B44600">
        <w:rPr>
          <w:noProof/>
        </w:rPr>
        <w:t>i</w:t>
      </w:r>
      <w:r w:rsidR="008E0573">
        <w:rPr>
          <w:noProof/>
        </w:rPr>
        <w:t xml:space="preserve"> Tatsi, Valdur Paats, Astra Viljaste, Kristiina Pärn, Merike Tsimmer, Peeter Lorents, Anu Laas, Mando Kadarik, Jaan Aiaots, Piret Tauer, </w:t>
      </w:r>
      <w:r w:rsidR="00C92F67">
        <w:rPr>
          <w:noProof/>
        </w:rPr>
        <w:t xml:space="preserve">Virge </w:t>
      </w:r>
      <w:r w:rsidR="00C24ECB">
        <w:rPr>
          <w:noProof/>
        </w:rPr>
        <w:t xml:space="preserve">Berggrünfeldt, </w:t>
      </w:r>
      <w:r w:rsidR="008E0573">
        <w:rPr>
          <w:noProof/>
        </w:rPr>
        <w:t xml:space="preserve">Üllar Soonik, </w:t>
      </w:r>
      <w:r w:rsidR="00C24ECB">
        <w:rPr>
          <w:noProof/>
        </w:rPr>
        <w:t xml:space="preserve">Jürgen Kusmin, </w:t>
      </w:r>
      <w:r w:rsidR="008E0573">
        <w:rPr>
          <w:noProof/>
        </w:rPr>
        <w:t>Enn Raav,</w:t>
      </w:r>
      <w:r w:rsidR="00716559">
        <w:rPr>
          <w:noProof/>
        </w:rPr>
        <w:t xml:space="preserve"> </w:t>
      </w:r>
      <w:r w:rsidR="002E3587">
        <w:rPr>
          <w:noProof/>
        </w:rPr>
        <w:t xml:space="preserve">Evelyn Pähn, </w:t>
      </w:r>
      <w:r w:rsidR="008E0573">
        <w:rPr>
          <w:noProof/>
        </w:rPr>
        <w:t xml:space="preserve">Kairit Errit, Küllike Sisask, Heli Alliksoon, Marju Pajumets, Katrin Aavik, Rein Anniko, Aive Vahter, Hindrek Hirs, Taimi Nõlvak, Ivar Paesalu, Silvi Väärtnõu, Inga Rute, Silver Sellik, </w:t>
      </w:r>
      <w:r w:rsidR="005D1E41">
        <w:rPr>
          <w:noProof/>
        </w:rPr>
        <w:t>Tamar Püve</w:t>
      </w:r>
      <w:r w:rsidR="008E0573">
        <w:rPr>
          <w:noProof/>
        </w:rPr>
        <w:t xml:space="preserve">, Maie Rummel, Mart Enel, Tiina Paltser, Maarja Mirjam Rajasaar, Helen Kaljumäe, Tiina Neljandik, Anne Merivald, Margret Peiker, Timo Kangur, Küllike Eder, </w:t>
      </w:r>
      <w:r w:rsidR="00B13E9D">
        <w:rPr>
          <w:noProof/>
        </w:rPr>
        <w:t>Aune Ferschel</w:t>
      </w:r>
      <w:r w:rsidR="002431DB">
        <w:rPr>
          <w:noProof/>
        </w:rPr>
        <w:t>, Andri Plato,</w:t>
      </w:r>
      <w:r w:rsidR="008E0573">
        <w:rPr>
          <w:noProof/>
        </w:rPr>
        <w:t xml:space="preserve"> Maire Vendt</w:t>
      </w:r>
      <w:r>
        <w:fldChar w:fldCharType="end"/>
      </w:r>
      <w:bookmarkEnd w:id="3"/>
    </w:p>
    <w:p w14:paraId="12D2769F" w14:textId="77777777" w:rsidR="00F158E9" w:rsidRDefault="00F158E9"/>
    <w:p w14:paraId="2F1D5D5F" w14:textId="77777777" w:rsidR="00F158E9" w:rsidRDefault="00F158E9"/>
    <w:p w14:paraId="1493D46A" w14:textId="77777777" w:rsidR="00F158E9" w:rsidRDefault="00F158E9"/>
    <w:p w14:paraId="0648A441" w14:textId="550F51EC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2431DB">
        <w:t> </w:t>
      </w:r>
      <w:r>
        <w:fldChar w:fldCharType="end"/>
      </w:r>
    </w:p>
    <w:p w14:paraId="2BD1F881" w14:textId="77777777" w:rsidR="00F158E9" w:rsidRDefault="00330D03" w:rsidP="007E7F78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335DAA">
        <w:t> </w:t>
      </w:r>
      <w:r>
        <w:fldChar w:fldCharType="end"/>
      </w:r>
    </w:p>
    <w:p w14:paraId="31372AC1" w14:textId="77777777"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 w:rsidR="00335DAA">
        <w:t> </w:t>
      </w:r>
      <w:r>
        <w:fldChar w:fldCharType="end"/>
      </w:r>
    </w:p>
    <w:sectPr w:rsidR="00D638ED">
      <w:footerReference w:type="default" r:id="rId10"/>
      <w:headerReference w:type="first" r:id="rId11"/>
      <w:footerReference w:type="first" r:id="rId12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14AC8" w14:textId="77777777" w:rsidR="009430D2" w:rsidRDefault="009430D2">
      <w:r>
        <w:separator/>
      </w:r>
    </w:p>
  </w:endnote>
  <w:endnote w:type="continuationSeparator" w:id="0">
    <w:p w14:paraId="76EAB909" w14:textId="77777777" w:rsidR="009430D2" w:rsidRDefault="0094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5AF02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BF253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4DF33" w14:textId="77777777"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31E92" w14:textId="77777777" w:rsidR="009430D2" w:rsidRDefault="009430D2">
      <w:r>
        <w:separator/>
      </w:r>
    </w:p>
  </w:footnote>
  <w:footnote w:type="continuationSeparator" w:id="0">
    <w:p w14:paraId="411FA640" w14:textId="77777777" w:rsidR="009430D2" w:rsidRDefault="00943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2366D" w14:textId="77777777" w:rsidR="00F158E9" w:rsidRDefault="00F158E9">
    <w:pP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03C88" w14:textId="77777777"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3D646BCA"/>
    <w:multiLevelType w:val="multilevel"/>
    <w:tmpl w:val="03007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490D3AAA"/>
    <w:multiLevelType w:val="multilevel"/>
    <w:tmpl w:val="82F2E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0192404">
    <w:abstractNumId w:val="0"/>
  </w:num>
  <w:num w:numId="2" w16cid:durableId="633022765">
    <w:abstractNumId w:val="2"/>
  </w:num>
  <w:num w:numId="3" w16cid:durableId="27494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48279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F3npG4a2YFpzmA4CMC4Byq6+FX4=" w:salt="XM+1cVcj0gjCX2P9ANbcog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8C"/>
    <w:rsid w:val="0000270F"/>
    <w:rsid w:val="00027800"/>
    <w:rsid w:val="000534B0"/>
    <w:rsid w:val="000F361D"/>
    <w:rsid w:val="0010342A"/>
    <w:rsid w:val="00147715"/>
    <w:rsid w:val="001760B1"/>
    <w:rsid w:val="002431DB"/>
    <w:rsid w:val="002A14CA"/>
    <w:rsid w:val="002B0FC6"/>
    <w:rsid w:val="002C28E7"/>
    <w:rsid w:val="002C6B8E"/>
    <w:rsid w:val="002E3587"/>
    <w:rsid w:val="00310E28"/>
    <w:rsid w:val="003265C4"/>
    <w:rsid w:val="00330D03"/>
    <w:rsid w:val="00335DAA"/>
    <w:rsid w:val="00336264"/>
    <w:rsid w:val="00340FE1"/>
    <w:rsid w:val="003636FB"/>
    <w:rsid w:val="003702E6"/>
    <w:rsid w:val="00373E82"/>
    <w:rsid w:val="00383613"/>
    <w:rsid w:val="003B09BD"/>
    <w:rsid w:val="003B4446"/>
    <w:rsid w:val="003B615D"/>
    <w:rsid w:val="003C0CC1"/>
    <w:rsid w:val="003F7559"/>
    <w:rsid w:val="00420AD0"/>
    <w:rsid w:val="004569C5"/>
    <w:rsid w:val="00461B71"/>
    <w:rsid w:val="00481293"/>
    <w:rsid w:val="004D5558"/>
    <w:rsid w:val="004F11A7"/>
    <w:rsid w:val="004F182A"/>
    <w:rsid w:val="00510FA2"/>
    <w:rsid w:val="005540E7"/>
    <w:rsid w:val="005677BE"/>
    <w:rsid w:val="00573333"/>
    <w:rsid w:val="005B0DA9"/>
    <w:rsid w:val="005B39CA"/>
    <w:rsid w:val="005D1E41"/>
    <w:rsid w:val="005F048A"/>
    <w:rsid w:val="00603337"/>
    <w:rsid w:val="00610DEB"/>
    <w:rsid w:val="00622DD6"/>
    <w:rsid w:val="006317CD"/>
    <w:rsid w:val="006322DF"/>
    <w:rsid w:val="006541DB"/>
    <w:rsid w:val="006B4DFD"/>
    <w:rsid w:val="006F1C2D"/>
    <w:rsid w:val="006F630C"/>
    <w:rsid w:val="00716559"/>
    <w:rsid w:val="00754127"/>
    <w:rsid w:val="007B25BD"/>
    <w:rsid w:val="007E7F78"/>
    <w:rsid w:val="007F018C"/>
    <w:rsid w:val="008B083A"/>
    <w:rsid w:val="008B3157"/>
    <w:rsid w:val="008E0573"/>
    <w:rsid w:val="00901357"/>
    <w:rsid w:val="00921BD5"/>
    <w:rsid w:val="00922CB9"/>
    <w:rsid w:val="009430D2"/>
    <w:rsid w:val="009527D2"/>
    <w:rsid w:val="0096001F"/>
    <w:rsid w:val="00973385"/>
    <w:rsid w:val="009749F8"/>
    <w:rsid w:val="009D33A7"/>
    <w:rsid w:val="00A03D47"/>
    <w:rsid w:val="00A06DE5"/>
    <w:rsid w:val="00A143B4"/>
    <w:rsid w:val="00A815FE"/>
    <w:rsid w:val="00A9144C"/>
    <w:rsid w:val="00AB3C30"/>
    <w:rsid w:val="00AE1A42"/>
    <w:rsid w:val="00B13E9D"/>
    <w:rsid w:val="00B23E37"/>
    <w:rsid w:val="00B44600"/>
    <w:rsid w:val="00B96BFE"/>
    <w:rsid w:val="00BC0814"/>
    <w:rsid w:val="00BD0A33"/>
    <w:rsid w:val="00BE0D85"/>
    <w:rsid w:val="00C24ECB"/>
    <w:rsid w:val="00C3374C"/>
    <w:rsid w:val="00C80287"/>
    <w:rsid w:val="00C80ADA"/>
    <w:rsid w:val="00C92F67"/>
    <w:rsid w:val="00CA4E8C"/>
    <w:rsid w:val="00CD6CD1"/>
    <w:rsid w:val="00CE67E8"/>
    <w:rsid w:val="00CF6878"/>
    <w:rsid w:val="00D00557"/>
    <w:rsid w:val="00D15469"/>
    <w:rsid w:val="00D638ED"/>
    <w:rsid w:val="00D874BC"/>
    <w:rsid w:val="00D91E5A"/>
    <w:rsid w:val="00DC0DC8"/>
    <w:rsid w:val="00DE633D"/>
    <w:rsid w:val="00E5009B"/>
    <w:rsid w:val="00E66E08"/>
    <w:rsid w:val="00EB7D90"/>
    <w:rsid w:val="00EE0B57"/>
    <w:rsid w:val="00EF71E9"/>
    <w:rsid w:val="00F1317E"/>
    <w:rsid w:val="00F158E9"/>
    <w:rsid w:val="00F60314"/>
    <w:rsid w:val="00F62950"/>
    <w:rsid w:val="00F763ED"/>
    <w:rsid w:val="00FB0685"/>
    <w:rsid w:val="00FD33E2"/>
    <w:rsid w:val="00FE1728"/>
    <w:rsid w:val="00FF0101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0F0F2"/>
  <w15:docId w15:val="{A75783F7-A4E3-4866-BF04-63B513BE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C80A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0ADA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0027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733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3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rjee\AppData\Local\Microsoft\Windows\Temporary%20Internet%20Files\Content.IE5\L6ZBSIOU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43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Terje Edur</dc:creator>
  <dc:description>Ver 2.0, 01.2013</dc:description>
  <cp:lastModifiedBy>Ere Kaaristu</cp:lastModifiedBy>
  <cp:revision>20</cp:revision>
  <cp:lastPrinted>2018-10-17T05:50:00Z</cp:lastPrinted>
  <dcterms:created xsi:type="dcterms:W3CDTF">2024-09-05T10:30:00Z</dcterms:created>
  <dcterms:modified xsi:type="dcterms:W3CDTF">2024-09-05T12:18:00Z</dcterms:modified>
</cp:coreProperties>
</file>